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E960BB" w:rsidR="006E5D65" w:rsidP="002D3375" w:rsidRDefault="00997F14" w14:paraId="542FAD92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4422A21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7FB217D6" w14:textId="0910CA2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5E0995">
        <w:rPr>
          <w:rFonts w:ascii="Corbel" w:hAnsi="Corbel"/>
          <w:i/>
          <w:smallCaps/>
          <w:sz w:val="24"/>
          <w:szCs w:val="24"/>
        </w:rPr>
        <w:t>20</w:t>
      </w:r>
      <w:r w:rsidR="00064BD6">
        <w:rPr>
          <w:rFonts w:ascii="Corbel" w:hAnsi="Corbel"/>
          <w:i/>
          <w:smallCaps/>
          <w:sz w:val="24"/>
          <w:szCs w:val="24"/>
        </w:rPr>
        <w:t>19</w:t>
      </w:r>
      <w:r w:rsidR="005E0995">
        <w:rPr>
          <w:rFonts w:ascii="Corbel" w:hAnsi="Corbel"/>
          <w:i/>
          <w:smallCaps/>
          <w:sz w:val="24"/>
          <w:szCs w:val="24"/>
        </w:rPr>
        <w:t>-202</w:t>
      </w:r>
      <w:r w:rsidR="00064BD6">
        <w:rPr>
          <w:rFonts w:ascii="Corbel" w:hAnsi="Corbel"/>
          <w:i/>
          <w:smallCaps/>
          <w:sz w:val="24"/>
          <w:szCs w:val="24"/>
        </w:rPr>
        <w:t>2</w:t>
      </w:r>
    </w:p>
    <w:p w:rsidR="0085747A" w:rsidP="00EA4832" w:rsidRDefault="00EA4832" w14:paraId="6E495CC2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0F786D99" w14:textId="17AEAB1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5E0995">
        <w:rPr>
          <w:rFonts w:ascii="Corbel" w:hAnsi="Corbel"/>
          <w:sz w:val="20"/>
          <w:szCs w:val="20"/>
        </w:rPr>
        <w:t>202</w:t>
      </w:r>
      <w:r w:rsidR="00064BD6">
        <w:rPr>
          <w:rFonts w:ascii="Corbel" w:hAnsi="Corbel"/>
          <w:sz w:val="20"/>
          <w:szCs w:val="20"/>
        </w:rPr>
        <w:t>1</w:t>
      </w:r>
      <w:r w:rsidR="005E0995">
        <w:rPr>
          <w:rFonts w:ascii="Corbel" w:hAnsi="Corbel"/>
          <w:sz w:val="20"/>
          <w:szCs w:val="20"/>
        </w:rPr>
        <w:t>/202</w:t>
      </w:r>
      <w:r w:rsidR="00064BD6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1A11487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4150A4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5E0995" w:rsidTr="219549DF" w14:paraId="00C244CC" w14:textId="77777777">
        <w:tc>
          <w:tcPr>
            <w:tcW w:w="2694" w:type="dxa"/>
            <w:tcMar/>
            <w:vAlign w:val="center"/>
          </w:tcPr>
          <w:p w:rsidRPr="009C54AE" w:rsidR="005E0995" w:rsidP="005E0995" w:rsidRDefault="005E0995" w14:paraId="5638A0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5E0995" w:rsidP="005E0995" w:rsidRDefault="005E0995" w14:paraId="76BBC4FF" w14:textId="543CBD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działania asystenta rodziny</w:t>
            </w:r>
          </w:p>
        </w:tc>
      </w:tr>
      <w:tr w:rsidRPr="009C54AE" w:rsidR="005E0995" w:rsidTr="219549DF" w14:paraId="08864E57" w14:textId="77777777">
        <w:tc>
          <w:tcPr>
            <w:tcW w:w="2694" w:type="dxa"/>
            <w:tcMar/>
            <w:vAlign w:val="center"/>
          </w:tcPr>
          <w:p w:rsidRPr="009C54AE" w:rsidR="005E0995" w:rsidP="005E0995" w:rsidRDefault="005E0995" w14:paraId="37D5E6E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5E0995" w:rsidP="005E0995" w:rsidRDefault="005E0995" w14:paraId="2CFD9FA5" w14:textId="393A48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P1S[6]F_03</w:t>
            </w:r>
          </w:p>
        </w:tc>
      </w:tr>
      <w:tr w:rsidRPr="009C54AE" w:rsidR="005E0995" w:rsidTr="219549DF" w14:paraId="78D70830" w14:textId="77777777">
        <w:tc>
          <w:tcPr>
            <w:tcW w:w="2694" w:type="dxa"/>
            <w:tcMar/>
            <w:vAlign w:val="center"/>
          </w:tcPr>
          <w:p w:rsidRPr="009C54AE" w:rsidR="005E0995" w:rsidP="005E0995" w:rsidRDefault="005E0995" w14:paraId="2378154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5E0995" w:rsidP="005E0995" w:rsidRDefault="005E0995" w14:paraId="393FE0D8" w14:textId="0C00C4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5E0995" w:rsidTr="219549DF" w14:paraId="62677FAD" w14:textId="77777777">
        <w:tc>
          <w:tcPr>
            <w:tcW w:w="2694" w:type="dxa"/>
            <w:tcMar/>
            <w:vAlign w:val="center"/>
          </w:tcPr>
          <w:p w:rsidRPr="009C54AE" w:rsidR="005E0995" w:rsidP="005E0995" w:rsidRDefault="005E0995" w14:paraId="6C6218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5E0995" w:rsidP="005E0995" w:rsidRDefault="005E0995" w14:paraId="6BF844E5" w14:textId="147D04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5E0995" w:rsidTr="219549DF" w14:paraId="0668AC58" w14:textId="77777777">
        <w:tc>
          <w:tcPr>
            <w:tcW w:w="2694" w:type="dxa"/>
            <w:tcMar/>
            <w:vAlign w:val="center"/>
          </w:tcPr>
          <w:p w:rsidRPr="009C54AE" w:rsidR="005E0995" w:rsidP="005E0995" w:rsidRDefault="005E0995" w14:paraId="379A03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5E0995" w:rsidP="005E0995" w:rsidRDefault="005E0995" w14:paraId="4C00F632" w14:textId="1B183B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5E0995" w:rsidTr="219549DF" w14:paraId="75E6B7A9" w14:textId="77777777">
        <w:tc>
          <w:tcPr>
            <w:tcW w:w="2694" w:type="dxa"/>
            <w:tcMar/>
            <w:vAlign w:val="center"/>
          </w:tcPr>
          <w:p w:rsidRPr="009C54AE" w:rsidR="005E0995" w:rsidP="005E0995" w:rsidRDefault="005E0995" w14:paraId="78A861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5E0995" w:rsidP="005E0995" w:rsidRDefault="005E0995" w14:paraId="6413A832" w14:textId="0BBBF9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5E0995" w:rsidTr="219549DF" w14:paraId="14AE3621" w14:textId="77777777">
        <w:tc>
          <w:tcPr>
            <w:tcW w:w="2694" w:type="dxa"/>
            <w:tcMar/>
            <w:vAlign w:val="center"/>
          </w:tcPr>
          <w:p w:rsidRPr="009C54AE" w:rsidR="005E0995" w:rsidP="005E0995" w:rsidRDefault="005E0995" w14:paraId="2F20CF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5E0995" w:rsidP="005E0995" w:rsidRDefault="005E0995" w14:paraId="67CF1750" w14:textId="4552FF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5E0995" w:rsidTr="219549DF" w14:paraId="68769A85" w14:textId="77777777">
        <w:tc>
          <w:tcPr>
            <w:tcW w:w="2694" w:type="dxa"/>
            <w:tcMar/>
            <w:vAlign w:val="center"/>
          </w:tcPr>
          <w:p w:rsidRPr="009C54AE" w:rsidR="005E0995" w:rsidP="005E0995" w:rsidRDefault="005E0995" w14:paraId="7A5F39B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5E0995" w:rsidP="005E0995" w:rsidRDefault="005E0995" w14:paraId="363626EC" w14:textId="1C30F3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5E0995" w:rsidTr="219549DF" w14:paraId="6B0CD455" w14:textId="77777777">
        <w:tc>
          <w:tcPr>
            <w:tcW w:w="2694" w:type="dxa"/>
            <w:tcMar/>
            <w:vAlign w:val="center"/>
          </w:tcPr>
          <w:p w:rsidRPr="009C54AE" w:rsidR="005E0995" w:rsidP="005E0995" w:rsidRDefault="005E0995" w14:paraId="2912CA9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5E0995" w:rsidP="005E0995" w:rsidRDefault="005E0995" w14:paraId="04FBB144" w14:textId="1CE720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VI</w:t>
            </w:r>
          </w:p>
        </w:tc>
      </w:tr>
      <w:tr w:rsidRPr="009C54AE" w:rsidR="005E0995" w:rsidTr="219549DF" w14:paraId="4315C86B" w14:textId="77777777">
        <w:tc>
          <w:tcPr>
            <w:tcW w:w="2694" w:type="dxa"/>
            <w:tcMar/>
            <w:vAlign w:val="center"/>
          </w:tcPr>
          <w:p w:rsidRPr="009C54AE" w:rsidR="005E0995" w:rsidP="005E0995" w:rsidRDefault="005E0995" w14:paraId="663ABA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5E0995" w:rsidP="005E0995" w:rsidRDefault="00B7743D" w14:paraId="1FDE4209" w14:textId="48EC7F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5E0995" w:rsidTr="219549DF" w14:paraId="5A71D874" w14:textId="77777777">
        <w:tc>
          <w:tcPr>
            <w:tcW w:w="2694" w:type="dxa"/>
            <w:tcMar/>
            <w:vAlign w:val="center"/>
          </w:tcPr>
          <w:p w:rsidRPr="009C54AE" w:rsidR="005E0995" w:rsidP="005E0995" w:rsidRDefault="005E0995" w14:paraId="35B682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5E0995" w:rsidP="005E0995" w:rsidRDefault="005E0995" w14:paraId="61D9E171" w14:textId="4C3B7A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Pr="009C54AE" w:rsidR="005E0995" w:rsidTr="219549DF" w14:paraId="5495B659" w14:textId="77777777">
        <w:tc>
          <w:tcPr>
            <w:tcW w:w="2694" w:type="dxa"/>
            <w:tcMar/>
            <w:vAlign w:val="center"/>
          </w:tcPr>
          <w:p w:rsidRPr="009C54AE" w:rsidR="005E0995" w:rsidP="005E0995" w:rsidRDefault="005E0995" w14:paraId="5C89C9A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5E0995" w:rsidP="219549DF" w:rsidRDefault="00F54487" w14:paraId="711B53C3" w14:textId="5A43C02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19549DF" w:rsidR="5C73851C">
              <w:rPr>
                <w:rFonts w:ascii="Corbel" w:hAnsi="Corbel"/>
                <w:b w:val="0"/>
                <w:bCs w:val="0"/>
                <w:sz w:val="24"/>
                <w:szCs w:val="24"/>
              </w:rPr>
              <w:t>Dorota Rynkowska</w:t>
            </w:r>
          </w:p>
        </w:tc>
      </w:tr>
      <w:tr w:rsidRPr="009C54AE" w:rsidR="005E0995" w:rsidTr="219549DF" w14:paraId="740F7056" w14:textId="77777777">
        <w:tc>
          <w:tcPr>
            <w:tcW w:w="2694" w:type="dxa"/>
            <w:tcMar/>
            <w:vAlign w:val="center"/>
          </w:tcPr>
          <w:p w:rsidRPr="009C54AE" w:rsidR="005E0995" w:rsidP="005E0995" w:rsidRDefault="005E0995" w14:paraId="0E8162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5E0995" w:rsidP="219549DF" w:rsidRDefault="00F54487" w14:paraId="235D315A" w14:textId="01D170E1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219549DF" w:rsidR="325F6BE9">
              <w:rPr>
                <w:rFonts w:ascii="Corbel" w:hAnsi="Corbel"/>
                <w:b w:val="0"/>
                <w:bCs w:val="0"/>
                <w:sz w:val="24"/>
                <w:szCs w:val="24"/>
              </w:rPr>
              <w:t>Dorota Rynkowska</w:t>
            </w:r>
          </w:p>
        </w:tc>
      </w:tr>
    </w:tbl>
    <w:p w:rsidRPr="009C54AE" w:rsidR="0085747A" w:rsidP="009C54AE" w:rsidRDefault="0085747A" w14:paraId="0F557866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5CF89CE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8A8E89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2EFE76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DF29CD" w14:paraId="01CF5733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188D78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666830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5BE9C6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C841AD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305FB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79F77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BB1105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2CC3F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0A576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6C458B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58CB3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DF29CD" w:rsidTr="00DF29CD" w14:paraId="14EBE5B3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DF29CD" w:rsidP="00DF29CD" w:rsidRDefault="00DF29CD" w14:paraId="0A50F242" w14:textId="1449B0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F29CD" w:rsidP="00DF29CD" w:rsidRDefault="00DF29CD" w14:paraId="5E6A8054" w14:textId="6A1747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F29CD" w:rsidP="00DF29CD" w:rsidRDefault="00DF29CD" w14:paraId="36CA09BF" w14:textId="1A1839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F29CD" w:rsidP="00DF29CD" w:rsidRDefault="00DF29CD" w14:paraId="7FE4BCE0" w14:textId="2E64E6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F29CD" w:rsidP="00DF29CD" w:rsidRDefault="00DF29CD" w14:paraId="052ECB13" w14:textId="6FF868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F29CD" w:rsidP="00DF29CD" w:rsidRDefault="00DF29CD" w14:paraId="6F314861" w14:textId="27DEF7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F29CD" w:rsidP="00DF29CD" w:rsidRDefault="00DF29CD" w14:paraId="50B29F15" w14:textId="2FCA30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F29CD" w:rsidP="00DF29CD" w:rsidRDefault="00DF29CD" w14:paraId="6F8DCD8E" w14:textId="7AA576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F29CD" w:rsidP="00DF29CD" w:rsidRDefault="00DF29CD" w14:paraId="2E13B420" w14:textId="38BFC0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F29CD" w:rsidP="00DF29CD" w:rsidRDefault="00DF29CD" w14:paraId="44F20D10" w14:textId="2F45E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09120AB7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1431BA2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2BFB32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85747A" w14:paraId="1F47B29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F29CD">
        <w:rPr>
          <w:rFonts w:hint="eastAsia" w:ascii="MS Gothic" w:hAnsi="MS Gothic" w:eastAsia="MS Gothic" w:cs="MS Gothic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C9BD84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21C5BC5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39D7428D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F29CD" w:rsidP="00DF29CD" w:rsidRDefault="00DF29CD" w14:paraId="088EAF30" w14:textId="77777777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</w:p>
    <w:p w:rsidRPr="00DF29CD" w:rsidR="009C54AE" w:rsidP="00DF29CD" w:rsidRDefault="00DF29CD" w14:paraId="1220F91C" w14:textId="7643227B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  <w:r w:rsidRPr="00DF29CD">
        <w:rPr>
          <w:rFonts w:ascii="Corbel" w:hAnsi="Corbel"/>
          <w:bCs/>
          <w:szCs w:val="24"/>
        </w:rPr>
        <w:t>zaliczenie z oceną</w:t>
      </w:r>
    </w:p>
    <w:p w:rsidR="00E960BB" w:rsidP="009C54AE" w:rsidRDefault="00E960BB" w14:paraId="1601718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506C1C8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4048B1C4" w14:textId="77777777">
        <w:tc>
          <w:tcPr>
            <w:tcW w:w="9670" w:type="dxa"/>
          </w:tcPr>
          <w:p w:rsidRPr="009C54AE" w:rsidR="0085747A" w:rsidP="00DF29CD" w:rsidRDefault="00DF29CD" w14:paraId="3FC33EB0" w14:textId="469723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wiedza z przedmiotów etyka, psychologia ogólna i rozwojowa, podstawy ekonomii, podstawy wiedzy o rozwoju biopsychicznym człowieka w cyklu życia, metodyka pracy socjalnej, teoria pracy socjalnej, aksjologia pracy socjalnej, struktura i organizacja pomocy społecznej, 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psychologia społeczna, pedagogika specjalna, system prawny pomocy społecznej i prawo socjalne, instytucje rynku pracy i zatrudnienie socjalne, prawo rodzinne i opiekuńcze, trening komunikacji interpersonalnej, poradnictwo rodzinne, elementy psychoterapii oraz interwencja kryzysowa.</w:t>
            </w:r>
          </w:p>
        </w:tc>
      </w:tr>
    </w:tbl>
    <w:p w:rsidR="00153C41" w:rsidP="009C54AE" w:rsidRDefault="00153C41" w14:paraId="3FD87F2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F92B190" w14:textId="66A62CD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</w:t>
      </w:r>
      <w:r w:rsidR="00A55BC2">
        <w:rPr>
          <w:rFonts w:ascii="Corbel" w:hAnsi="Corbel"/>
          <w:szCs w:val="24"/>
        </w:rPr>
        <w:t>p</w:t>
      </w:r>
      <w:r w:rsidRPr="00C05F44" w:rsidR="0085747A">
        <w:rPr>
          <w:rFonts w:ascii="Corbel" w:hAnsi="Corbel"/>
          <w:szCs w:val="24"/>
        </w:rPr>
        <w:t xml:space="preserve">rogramowe i stosowane metody </w:t>
      </w:r>
      <w:r w:rsidR="00A55BC2">
        <w:rPr>
          <w:rFonts w:ascii="Corbel" w:hAnsi="Corbel"/>
          <w:szCs w:val="24"/>
        </w:rPr>
        <w:t>d</w:t>
      </w:r>
      <w:r w:rsidRPr="00C05F44" w:rsidR="0085747A">
        <w:rPr>
          <w:rFonts w:ascii="Corbel" w:hAnsi="Corbel"/>
          <w:szCs w:val="24"/>
        </w:rPr>
        <w:t>ydaktyczne</w:t>
      </w:r>
    </w:p>
    <w:p w:rsidRPr="00C05F44" w:rsidR="0085747A" w:rsidP="009C54AE" w:rsidRDefault="0085747A" w14:paraId="69B2DC9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DC49F3D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B1DA49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DF29CD" w:rsidTr="00DF29CD" w14:paraId="3D8F43C1" w14:textId="77777777">
        <w:tc>
          <w:tcPr>
            <w:tcW w:w="845" w:type="dxa"/>
            <w:vAlign w:val="center"/>
          </w:tcPr>
          <w:p w:rsidRPr="009C54AE" w:rsidR="00DF29CD" w:rsidP="00DF29CD" w:rsidRDefault="00DF29CD" w14:paraId="4B407FB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9C54AE" w:rsidR="00DF29CD" w:rsidP="002D636C" w:rsidRDefault="00DF29CD" w14:paraId="5EFA548E" w14:textId="6DC976F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87E7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Pogłębienie umiejętności w obszarze pracy socjalnej  z rodziną dysfunkcyjną (przeżywającą problemy opiekuńczo – wychowawcze).</w:t>
            </w:r>
          </w:p>
        </w:tc>
      </w:tr>
      <w:tr w:rsidRPr="009C54AE" w:rsidR="00DF29CD" w:rsidTr="00DF29CD" w14:paraId="3BD266B5" w14:textId="77777777">
        <w:tc>
          <w:tcPr>
            <w:tcW w:w="845" w:type="dxa"/>
            <w:vAlign w:val="center"/>
          </w:tcPr>
          <w:p w:rsidRPr="009C54AE" w:rsidR="00DF29CD" w:rsidP="00DF29CD" w:rsidRDefault="00A55BC2" w14:paraId="3C2706D9" w14:textId="6B0720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9C54AE" w:rsidR="00DF29CD" w:rsidP="002D636C" w:rsidRDefault="00DF29CD" w14:paraId="1820FF71" w14:textId="64E7031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87E7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Wykształcenie zdolności do konstruowania planu pracy korekcyjnej z rodziną i dzieckiem.</w:t>
            </w:r>
          </w:p>
        </w:tc>
      </w:tr>
      <w:tr w:rsidRPr="009C54AE" w:rsidR="00DF29CD" w:rsidTr="00DF29CD" w14:paraId="7AD5D97E" w14:textId="77777777">
        <w:tc>
          <w:tcPr>
            <w:tcW w:w="845" w:type="dxa"/>
            <w:vAlign w:val="center"/>
          </w:tcPr>
          <w:p w:rsidRPr="009C54AE" w:rsidR="00DF29CD" w:rsidP="00DF29CD" w:rsidRDefault="00DF29CD" w14:paraId="11BB008E" w14:textId="7C30DE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55BC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Pr="009C54AE" w:rsidR="00DF29CD" w:rsidP="002D636C" w:rsidRDefault="00DF29CD" w14:paraId="6C32C5A8" w14:textId="6220700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z </w:t>
            </w:r>
            <w:r w:rsidRPr="00187E7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wachlarz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em</w:t>
            </w:r>
            <w:r w:rsidRPr="00187E7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ofert wsparcia zewnętrznego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dla rodziny.</w:t>
            </w:r>
          </w:p>
        </w:tc>
      </w:tr>
      <w:tr w:rsidRPr="009C54AE" w:rsidR="00DF29CD" w:rsidTr="00DF29CD" w14:paraId="141AD1C0" w14:textId="77777777">
        <w:tc>
          <w:tcPr>
            <w:tcW w:w="845" w:type="dxa"/>
            <w:vAlign w:val="center"/>
          </w:tcPr>
          <w:p w:rsidRPr="009C54AE" w:rsidR="00DF29CD" w:rsidP="00DF29CD" w:rsidRDefault="00A55BC2" w14:paraId="7512533C" w14:textId="62A00D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Pr="009C54AE" w:rsidR="00DF29CD" w:rsidP="002D636C" w:rsidRDefault="00DF29CD" w14:paraId="0CFB5508" w14:textId="0681896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Nabywanie umiejętności z zakresu dokumentowania</w:t>
            </w:r>
            <w:r w:rsidR="00A5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Pr="00187E7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prac</w:t>
            </w:r>
            <w:r w:rsidR="00A5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y</w:t>
            </w:r>
            <w:r w:rsidRPr="00187E7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socjaln</w:t>
            </w:r>
            <w:r w:rsidR="00A5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ej</w:t>
            </w:r>
            <w:r w:rsidRPr="00187E7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z rodziną.</w:t>
            </w:r>
          </w:p>
        </w:tc>
      </w:tr>
    </w:tbl>
    <w:p w:rsidRPr="009C54AE" w:rsidR="0085747A" w:rsidP="009C54AE" w:rsidRDefault="0085747A" w14:paraId="7905AE8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A04954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CDECB5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EE1ECA" w:rsidTr="00FE19E9" w14:paraId="01CDF47A" w14:textId="77777777">
        <w:tc>
          <w:tcPr>
            <w:tcW w:w="1701" w:type="dxa"/>
            <w:vAlign w:val="center"/>
          </w:tcPr>
          <w:p w:rsidRPr="009C54AE" w:rsidR="00EE1ECA" w:rsidP="00FE19E9" w:rsidRDefault="00EE1ECA" w14:paraId="11F76EA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EE1ECA" w:rsidP="00FE19E9" w:rsidRDefault="00EE1ECA" w14:paraId="5C5DC96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EE1ECA" w:rsidP="00FE19E9" w:rsidRDefault="00EE1ECA" w14:paraId="150527A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EE1ECA" w:rsidTr="00FE19E9" w14:paraId="60F387FC" w14:textId="77777777">
        <w:tc>
          <w:tcPr>
            <w:tcW w:w="1701" w:type="dxa"/>
          </w:tcPr>
          <w:p w:rsidRPr="009C54AE" w:rsidR="00EE1ECA" w:rsidP="00FE19E9" w:rsidRDefault="00EE1ECA" w14:paraId="5528AD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EE1ECA" w:rsidP="00FE19E9" w:rsidRDefault="00EE1ECA" w14:paraId="14952F1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instytucje krajowe oraz międzynarodowe przeciwdziałające wykluczeniu społecznemu i działające na rzecz integracji społecznej.</w:t>
            </w:r>
          </w:p>
        </w:tc>
        <w:tc>
          <w:tcPr>
            <w:tcW w:w="1873" w:type="dxa"/>
          </w:tcPr>
          <w:p w:rsidRPr="009C54AE" w:rsidR="00EE1ECA" w:rsidP="00FE19E9" w:rsidRDefault="00EE1ECA" w14:paraId="3A3D69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  <w:r w:rsidRPr="00187E7D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</w:tr>
      <w:tr w:rsidRPr="009C54AE" w:rsidR="00EE1ECA" w:rsidTr="00FE19E9" w14:paraId="6C6C1658" w14:textId="77777777">
        <w:tc>
          <w:tcPr>
            <w:tcW w:w="1701" w:type="dxa"/>
          </w:tcPr>
          <w:p w:rsidRPr="009C54AE" w:rsidR="00EE1ECA" w:rsidP="00FE19E9" w:rsidRDefault="00EE1ECA" w14:paraId="79B4C9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EE1ECA" w:rsidP="00FE19E9" w:rsidRDefault="00EE1ECA" w14:paraId="2797B6F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procesy przemian jakie zachodzą w</w:t>
            </w:r>
            <w:r w:rsidRPr="00F13410">
              <w:rPr>
                <w:rFonts w:ascii="Corbel" w:hAnsi="Corbel"/>
                <w:b w:val="0"/>
                <w:smallCaps w:val="0"/>
                <w:szCs w:val="24"/>
              </w:rPr>
              <w:t xml:space="preserve"> obrębie systemów, instytucji i struktur społecznych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ich uwarunkowania i skutki. Student ma wiedzę o strukturach</w:t>
            </w:r>
            <w:r w:rsidRPr="00F13410">
              <w:rPr>
                <w:rFonts w:ascii="Corbel" w:hAnsi="Corbel"/>
                <w:b w:val="0"/>
                <w:smallCaps w:val="0"/>
                <w:szCs w:val="24"/>
              </w:rPr>
              <w:t xml:space="preserve"> i zakres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działań </w:t>
            </w:r>
            <w:r w:rsidRPr="00F13410">
              <w:rPr>
                <w:rFonts w:ascii="Corbel" w:hAnsi="Corbel"/>
                <w:b w:val="0"/>
                <w:smallCaps w:val="0"/>
                <w:szCs w:val="24"/>
              </w:rPr>
              <w:t>poszczególnych instytucji społecznych w wymiarze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EE1ECA" w:rsidP="00FE19E9" w:rsidRDefault="00EE1ECA" w14:paraId="025405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Pr="009C54AE" w:rsidR="00EE1ECA" w:rsidTr="00FE19E9" w14:paraId="4D7B6347" w14:textId="77777777">
        <w:tc>
          <w:tcPr>
            <w:tcW w:w="1701" w:type="dxa"/>
          </w:tcPr>
          <w:p w:rsidRPr="009C54AE" w:rsidR="00EE1ECA" w:rsidP="00FE19E9" w:rsidRDefault="00EE1ECA" w14:paraId="09A218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EE1ECA" w:rsidP="00FE19E9" w:rsidRDefault="00EE1ECA" w14:paraId="2A851CA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F0152C">
              <w:rPr>
                <w:rFonts w:ascii="Corbel" w:hAnsi="Corbel"/>
                <w:b w:val="0"/>
                <w:smallCaps w:val="0"/>
                <w:szCs w:val="24"/>
              </w:rPr>
              <w:t>zasady tworzenia i podejmowania działań skierowanych na rozwiązywanie problemów z zakresu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EE1ECA" w:rsidP="00FE19E9" w:rsidRDefault="00EE1ECA" w14:paraId="4FAA25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  <w:r w:rsidRPr="00187E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Pr="009C54AE" w:rsidR="00EE1ECA" w:rsidTr="00FE19E9" w14:paraId="385F630B" w14:textId="77777777">
        <w:tc>
          <w:tcPr>
            <w:tcW w:w="1701" w:type="dxa"/>
          </w:tcPr>
          <w:p w:rsidRPr="009C54AE" w:rsidR="00EE1ECA" w:rsidP="00FE19E9" w:rsidRDefault="00EE1ECA" w14:paraId="119C8C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C54AE" w:rsidR="00EE1ECA" w:rsidP="00FE19E9" w:rsidRDefault="00EE1ECA" w14:paraId="3DC2738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F0152C">
              <w:rPr>
                <w:rFonts w:ascii="Corbel" w:hAnsi="Corbel"/>
                <w:b w:val="0"/>
                <w:smallCaps w:val="0"/>
                <w:szCs w:val="24"/>
              </w:rPr>
              <w:t>wykorzystywać samodzielnie zdobytą wiedzę w praktycznym zawodowym działaniu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asystenta rodziny</w:t>
            </w:r>
            <w:r w:rsidRPr="00F0152C">
              <w:rPr>
                <w:rFonts w:ascii="Corbel" w:hAnsi="Corbel"/>
                <w:b w:val="0"/>
                <w:smallCaps w:val="0"/>
                <w:szCs w:val="24"/>
              </w:rPr>
              <w:t xml:space="preserve"> do rozstrzygania dylematów pojawiających się w pracy zawodowej (w tym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również</w:t>
            </w:r>
            <w:r w:rsidRPr="00F0152C">
              <w:rPr>
                <w:rFonts w:ascii="Corbel" w:hAnsi="Corbel"/>
                <w:b w:val="0"/>
                <w:smallCaps w:val="0"/>
                <w:szCs w:val="24"/>
              </w:rPr>
              <w:t xml:space="preserve"> dylematów etycznych)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EE1ECA" w:rsidP="00FE19E9" w:rsidRDefault="00EE1ECA" w14:paraId="67D6D9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Pr="009C54AE" w:rsidR="00EE1ECA" w:rsidTr="00FE19E9" w14:paraId="492CDD52" w14:textId="77777777">
        <w:tc>
          <w:tcPr>
            <w:tcW w:w="1701" w:type="dxa"/>
          </w:tcPr>
          <w:p w:rsidRPr="009C54AE" w:rsidR="00EE1ECA" w:rsidP="00FE19E9" w:rsidRDefault="00EE1ECA" w14:paraId="3E6764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9C54AE" w:rsidR="00EE1ECA" w:rsidP="00FE19E9" w:rsidRDefault="00EE1ECA" w14:paraId="1F97C05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umiejętność analizowania i innowacyjnego rozwiązywania konkretnych problemów społecznych oraz przeciwdziałania</w:t>
            </w:r>
            <w:r w:rsidRPr="006823DE">
              <w:rPr>
                <w:rFonts w:ascii="Corbel" w:hAnsi="Corbel"/>
                <w:b w:val="0"/>
                <w:smallCaps w:val="0"/>
                <w:szCs w:val="24"/>
              </w:rPr>
              <w:t xml:space="preserve"> wykluczeniu społecznemu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6823DE">
              <w:rPr>
                <w:rFonts w:ascii="Corbel" w:hAnsi="Corbel"/>
                <w:b w:val="0"/>
                <w:smallCaps w:val="0"/>
                <w:szCs w:val="24"/>
              </w:rPr>
              <w:t xml:space="preserve"> proponując w tym zakr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esie odpowiednie rozwiązania praktyczne.</w:t>
            </w:r>
          </w:p>
        </w:tc>
        <w:tc>
          <w:tcPr>
            <w:tcW w:w="1873" w:type="dxa"/>
          </w:tcPr>
          <w:p w:rsidR="00EE1ECA" w:rsidP="00FE19E9" w:rsidRDefault="00EE1ECA" w14:paraId="1BB9FD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9C54AE" w:rsidR="00EE1ECA" w:rsidTr="00FE19E9" w14:paraId="03768658" w14:textId="77777777">
        <w:tc>
          <w:tcPr>
            <w:tcW w:w="1701" w:type="dxa"/>
          </w:tcPr>
          <w:p w:rsidRPr="009C54AE" w:rsidR="00EE1ECA" w:rsidP="00FE19E9" w:rsidRDefault="00EE1ECA" w14:paraId="59335C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9C54AE" w:rsidR="00EE1ECA" w:rsidP="00FE19E9" w:rsidRDefault="00EE1ECA" w14:paraId="2265AA7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kompetencje </w:t>
            </w:r>
            <w:r w:rsidRPr="006823DE">
              <w:rPr>
                <w:rFonts w:ascii="Corbel" w:hAnsi="Corbel"/>
                <w:b w:val="0"/>
                <w:smallCaps w:val="0"/>
                <w:szCs w:val="24"/>
              </w:rPr>
              <w:t xml:space="preserve">organizowania kontaktów z otoczeniem społecznym (interesariuszami zewnętrznymi)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współpracy </w:t>
            </w:r>
            <w:r w:rsidRPr="006823DE">
              <w:rPr>
                <w:rFonts w:ascii="Corbel" w:hAnsi="Corbel"/>
                <w:b w:val="0"/>
                <w:smallCaps w:val="0"/>
                <w:szCs w:val="24"/>
              </w:rPr>
              <w:t>na rzecz rozwiązywania problemów z zakresu problematyki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EE1ECA" w:rsidP="00FE19E9" w:rsidRDefault="00EE1ECA" w14:paraId="314A1E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Pr="009C54AE" w:rsidR="00EE1ECA" w:rsidTr="00FE19E9" w14:paraId="6CC7B765" w14:textId="77777777">
        <w:tc>
          <w:tcPr>
            <w:tcW w:w="1701" w:type="dxa"/>
          </w:tcPr>
          <w:p w:rsidRPr="009C54AE" w:rsidR="00EE1ECA" w:rsidP="00FE19E9" w:rsidRDefault="00EE1ECA" w14:paraId="750C87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:rsidRPr="009C54AE" w:rsidR="00EE1ECA" w:rsidP="00FE19E9" w:rsidRDefault="00EE1ECA" w14:paraId="7CB0858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kompetencje z zakresu </w:t>
            </w:r>
            <w:r w:rsidRPr="006823DE">
              <w:rPr>
                <w:rFonts w:ascii="Corbel" w:hAnsi="Corbel"/>
                <w:b w:val="0"/>
                <w:smallCaps w:val="0"/>
                <w:szCs w:val="24"/>
              </w:rPr>
              <w:t>myślenia w sposób przedsiębiorczy oraz uczestnictwa w grupach, organizacjach, instytucjach podejmujących działania socjalne i realizujących projekty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związane z działaniami asystenta rodziny. </w:t>
            </w:r>
          </w:p>
        </w:tc>
        <w:tc>
          <w:tcPr>
            <w:tcW w:w="1873" w:type="dxa"/>
          </w:tcPr>
          <w:p w:rsidR="00EE1ECA" w:rsidP="00FE19E9" w:rsidRDefault="00EE1ECA" w14:paraId="1B0012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Pr="009C54AE" w:rsidR="00EE1ECA" w:rsidTr="00FE19E9" w14:paraId="662A0731" w14:textId="77777777">
        <w:tc>
          <w:tcPr>
            <w:tcW w:w="1701" w:type="dxa"/>
          </w:tcPr>
          <w:p w:rsidRPr="009C54AE" w:rsidR="00EE1ECA" w:rsidP="00FE19E9" w:rsidRDefault="00EE1ECA" w14:paraId="44D3A1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Pr="009C54AE" w:rsidR="00EE1ECA" w:rsidP="00FE19E9" w:rsidRDefault="00EE1ECA" w14:paraId="05EFC56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kompetencje </w:t>
            </w:r>
            <w:r w:rsidRPr="006823DE">
              <w:rPr>
                <w:rFonts w:ascii="Corbel" w:hAnsi="Corbel"/>
                <w:b w:val="0"/>
                <w:smallCaps w:val="0"/>
                <w:szCs w:val="24"/>
              </w:rPr>
              <w:t xml:space="preserve">adaptacji i działania w sytuacjach trudnych oraz negocjowania stanowisk rozpoznając własne ograniczenia w pracy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asystenta z rodziną.</w:t>
            </w:r>
          </w:p>
        </w:tc>
        <w:tc>
          <w:tcPr>
            <w:tcW w:w="1873" w:type="dxa"/>
          </w:tcPr>
          <w:p w:rsidR="00EE1ECA" w:rsidP="00FE19E9" w:rsidRDefault="00EE1ECA" w14:paraId="5A756E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7E7D">
              <w:rPr>
                <w:rFonts w:ascii="Corbel" w:hAnsi="Corbel"/>
                <w:b w:val="0"/>
                <w:smallCaps w:val="0"/>
                <w:szCs w:val="24"/>
              </w:rPr>
              <w:t xml:space="preserve">K_K07  </w:t>
            </w:r>
          </w:p>
        </w:tc>
      </w:tr>
    </w:tbl>
    <w:p w:rsidRPr="009C54AE" w:rsidR="0085747A" w:rsidP="009C54AE" w:rsidRDefault="0085747A" w14:paraId="1A39E00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3953118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42D4445B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644F2881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0B6145" w14:paraId="49E76BB5" w14:textId="77777777">
        <w:tc>
          <w:tcPr>
            <w:tcW w:w="9520" w:type="dxa"/>
          </w:tcPr>
          <w:p w:rsidRPr="000B6145" w:rsidR="0085747A" w:rsidP="009C54AE" w:rsidRDefault="0085747A" w14:paraId="4BD1C7B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6145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Pr="009C54AE" w:rsidR="0085747A" w:rsidTr="000B6145" w14:paraId="1B098B25" w14:textId="77777777">
        <w:tc>
          <w:tcPr>
            <w:tcW w:w="9520" w:type="dxa"/>
          </w:tcPr>
          <w:p w:rsidRPr="009C54AE" w:rsidR="0085747A" w:rsidP="009C54AE" w:rsidRDefault="000B6145" w14:paraId="4E1BC962" w14:textId="648C4CF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7A0A4FC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8A49A5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5DC26D1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0B6145" w14:paraId="64605FF4" w14:textId="77777777">
        <w:tc>
          <w:tcPr>
            <w:tcW w:w="9520" w:type="dxa"/>
          </w:tcPr>
          <w:p w:rsidRPr="000B6145" w:rsidR="0085747A" w:rsidP="009C54AE" w:rsidRDefault="0085747A" w14:paraId="06E0426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6145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Pr="009C54AE" w:rsidR="000B6145" w:rsidTr="000B6145" w14:paraId="2AA781D2" w14:textId="77777777">
        <w:tc>
          <w:tcPr>
            <w:tcW w:w="9520" w:type="dxa"/>
          </w:tcPr>
          <w:p w:rsidRPr="009C54AE" w:rsidR="000B6145" w:rsidP="00787146" w:rsidRDefault="000B6145" w14:paraId="604DFB1D" w14:textId="196478C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 xml:space="preserve">Funkcje, zadania i uprawnienia asystenta rodziny wynikające z jego roli w </w:t>
            </w:r>
            <w:r>
              <w:rPr>
                <w:rFonts w:ascii="Corbel" w:hAnsi="Corbel"/>
                <w:sz w:val="24"/>
                <w:szCs w:val="24"/>
              </w:rPr>
              <w:t>systemie pomocy rodzinie.</w:t>
            </w:r>
          </w:p>
        </w:tc>
      </w:tr>
      <w:tr w:rsidRPr="009C54AE" w:rsidR="000B6145" w:rsidTr="000B6145" w14:paraId="71DCFBE7" w14:textId="77777777">
        <w:tc>
          <w:tcPr>
            <w:tcW w:w="9520" w:type="dxa"/>
          </w:tcPr>
          <w:p w:rsidRPr="009C54AE" w:rsidR="000B6145" w:rsidP="00787146" w:rsidRDefault="000B6145" w14:paraId="772C198C" w14:textId="3E7A32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Formy pracy z rodziną przeżywającą problemy o</w:t>
            </w:r>
            <w:r>
              <w:rPr>
                <w:rFonts w:ascii="Corbel" w:hAnsi="Corbel"/>
                <w:sz w:val="24"/>
                <w:szCs w:val="24"/>
              </w:rPr>
              <w:t>piekuńczo – wychowawcze.</w:t>
            </w:r>
          </w:p>
        </w:tc>
      </w:tr>
      <w:tr w:rsidRPr="009C54AE" w:rsidR="000B6145" w:rsidTr="000B6145" w14:paraId="5D3A74AA" w14:textId="77777777">
        <w:tc>
          <w:tcPr>
            <w:tcW w:w="9520" w:type="dxa"/>
          </w:tcPr>
          <w:p w:rsidRPr="009C54AE" w:rsidR="000B6145" w:rsidP="00787146" w:rsidRDefault="000B6145" w14:paraId="45B8CA6C" w14:textId="70F3FC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Bud</w:t>
            </w:r>
            <w:r>
              <w:rPr>
                <w:rFonts w:ascii="Corbel" w:hAnsi="Corbel"/>
                <w:sz w:val="24"/>
                <w:szCs w:val="24"/>
              </w:rPr>
              <w:t>owanie relacji pomagania.</w:t>
            </w:r>
          </w:p>
        </w:tc>
      </w:tr>
      <w:tr w:rsidRPr="009C54AE" w:rsidR="000B6145" w:rsidTr="000B6145" w14:paraId="7886814F" w14:textId="77777777">
        <w:tc>
          <w:tcPr>
            <w:tcW w:w="9520" w:type="dxa"/>
          </w:tcPr>
          <w:p w:rsidRPr="009C54AE" w:rsidR="000B6145" w:rsidP="00787146" w:rsidRDefault="000B6145" w14:paraId="1B99DB80" w14:textId="5B225B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 xml:space="preserve">Opór- jego przejawy, symptomy </w:t>
            </w:r>
            <w:r>
              <w:rPr>
                <w:rFonts w:ascii="Corbel" w:hAnsi="Corbel"/>
                <w:sz w:val="24"/>
                <w:szCs w:val="24"/>
              </w:rPr>
              <w:t xml:space="preserve">i sposoby radzenia sobie. </w:t>
            </w:r>
          </w:p>
        </w:tc>
      </w:tr>
      <w:tr w:rsidRPr="009C54AE" w:rsidR="000B6145" w:rsidTr="000B6145" w14:paraId="5E1B0CAF" w14:textId="77777777">
        <w:tc>
          <w:tcPr>
            <w:tcW w:w="9520" w:type="dxa"/>
          </w:tcPr>
          <w:p w:rsidRPr="009C54AE" w:rsidR="000B6145" w:rsidP="00787146" w:rsidRDefault="000B6145" w14:paraId="4D47FF54" w14:textId="500FD0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1478">
              <w:rPr>
                <w:rFonts w:ascii="Corbel" w:hAnsi="Corbel"/>
                <w:sz w:val="24"/>
                <w:szCs w:val="24"/>
              </w:rPr>
              <w:t>Metody pracy asystenta rodziny skoncentrowane na rozwiązaniu problemów.</w:t>
            </w:r>
          </w:p>
        </w:tc>
      </w:tr>
      <w:tr w:rsidRPr="009C54AE" w:rsidR="000B6145" w:rsidTr="000B6145" w14:paraId="664CD254" w14:textId="77777777">
        <w:tc>
          <w:tcPr>
            <w:tcW w:w="9520" w:type="dxa"/>
          </w:tcPr>
          <w:p w:rsidRPr="009C54AE" w:rsidR="000B6145" w:rsidP="00787146" w:rsidRDefault="000B6145" w14:paraId="17CB1E0F" w14:textId="09CD9FF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Przebieg wizyty asystenta w domu rodziny. </w:t>
            </w:r>
          </w:p>
        </w:tc>
      </w:tr>
      <w:tr w:rsidRPr="009C54AE" w:rsidR="000B6145" w:rsidTr="000B6145" w14:paraId="24420E63" w14:textId="77777777">
        <w:tc>
          <w:tcPr>
            <w:tcW w:w="9520" w:type="dxa"/>
          </w:tcPr>
          <w:p w:rsidRPr="009C54AE" w:rsidR="000B6145" w:rsidP="00787146" w:rsidRDefault="000B6145" w14:paraId="75F07193" w14:textId="307F42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Opracowanie i realizacja planu pra</w:t>
            </w:r>
            <w:r>
              <w:rPr>
                <w:rFonts w:ascii="Corbel" w:hAnsi="Corbel"/>
                <w:sz w:val="24"/>
                <w:szCs w:val="24"/>
              </w:rPr>
              <w:t xml:space="preserve">cy korekcyjnej z rodziną. </w:t>
            </w:r>
          </w:p>
        </w:tc>
      </w:tr>
      <w:tr w:rsidRPr="009C54AE" w:rsidR="000B6145" w:rsidTr="000B6145" w14:paraId="5993B9CC" w14:textId="77777777">
        <w:tc>
          <w:tcPr>
            <w:tcW w:w="9520" w:type="dxa"/>
          </w:tcPr>
          <w:p w:rsidRPr="009C54AE" w:rsidR="000B6145" w:rsidP="00787146" w:rsidRDefault="000B6145" w14:paraId="3CBDD4A6" w14:textId="1D1DFB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 xml:space="preserve">Metody praktycznego zastosowania idei </w:t>
            </w:r>
            <w:proofErr w:type="spellStart"/>
            <w:r w:rsidRPr="004A1C60">
              <w:rPr>
                <w:rFonts w:ascii="Corbel" w:hAnsi="Corbel"/>
                <w:sz w:val="24"/>
                <w:szCs w:val="24"/>
              </w:rPr>
              <w:t>empowerment</w:t>
            </w:r>
            <w:proofErr w:type="spellEnd"/>
            <w:r w:rsidRPr="004A1C60">
              <w:rPr>
                <w:rFonts w:ascii="Corbel" w:hAnsi="Corbel"/>
                <w:sz w:val="24"/>
                <w:szCs w:val="24"/>
              </w:rPr>
              <w:t xml:space="preserve"> w</w:t>
            </w:r>
            <w:r>
              <w:rPr>
                <w:rFonts w:ascii="Corbel" w:hAnsi="Corbel"/>
                <w:sz w:val="24"/>
                <w:szCs w:val="24"/>
              </w:rPr>
              <w:t xml:space="preserve"> pracy asystenta rodziny. </w:t>
            </w:r>
          </w:p>
        </w:tc>
      </w:tr>
      <w:tr w:rsidRPr="009C54AE" w:rsidR="000B6145" w:rsidTr="000B6145" w14:paraId="37D1AE90" w14:textId="77777777">
        <w:tc>
          <w:tcPr>
            <w:tcW w:w="9520" w:type="dxa"/>
          </w:tcPr>
          <w:p w:rsidRPr="009C54AE" w:rsidR="000B6145" w:rsidP="00787146" w:rsidRDefault="000B6145" w14:paraId="58DD2B44" w14:textId="224B098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 xml:space="preserve">Wybrane dokumenty stosowane przez asystenta rodziny w pracy z </w:t>
            </w:r>
            <w:r>
              <w:rPr>
                <w:rFonts w:ascii="Corbel" w:hAnsi="Corbel"/>
                <w:sz w:val="24"/>
                <w:szCs w:val="24"/>
              </w:rPr>
              <w:t xml:space="preserve">rodziną. </w:t>
            </w:r>
          </w:p>
        </w:tc>
      </w:tr>
      <w:tr w:rsidRPr="009C54AE" w:rsidR="000B6145" w:rsidTr="000B6145" w14:paraId="584420E7" w14:textId="77777777">
        <w:tc>
          <w:tcPr>
            <w:tcW w:w="9520" w:type="dxa"/>
          </w:tcPr>
          <w:p w:rsidRPr="009C54AE" w:rsidR="000B6145" w:rsidP="00787146" w:rsidRDefault="000B6145" w14:paraId="05C100B0" w14:textId="33BA84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Sposoby monitoringu i ewaluacji sytuacji rodziny oraz ocena efektywności d</w:t>
            </w:r>
            <w:r>
              <w:rPr>
                <w:rFonts w:ascii="Corbel" w:hAnsi="Corbel"/>
                <w:sz w:val="24"/>
                <w:szCs w:val="24"/>
              </w:rPr>
              <w:t xml:space="preserve">ziałań asystenta rodziny. </w:t>
            </w:r>
          </w:p>
        </w:tc>
      </w:tr>
      <w:tr w:rsidRPr="009C54AE" w:rsidR="000B6145" w:rsidTr="000B6145" w14:paraId="3959EC6A" w14:textId="77777777">
        <w:tc>
          <w:tcPr>
            <w:tcW w:w="9520" w:type="dxa"/>
          </w:tcPr>
          <w:p w:rsidRPr="009C54AE" w:rsidR="000B6145" w:rsidP="00787146" w:rsidRDefault="000B6145" w14:paraId="00A79DB5" w14:textId="1567A2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Podejmowanie działań interwencyjnych i zaradczych w sytuacjach zagrożenia bezpieczeństwa dzieci i d</w:t>
            </w:r>
            <w:r>
              <w:rPr>
                <w:rFonts w:ascii="Corbel" w:hAnsi="Corbel"/>
                <w:sz w:val="24"/>
                <w:szCs w:val="24"/>
              </w:rPr>
              <w:t>orosłych członków rodziny.</w:t>
            </w:r>
          </w:p>
        </w:tc>
      </w:tr>
      <w:tr w:rsidRPr="009C54AE" w:rsidR="000B6145" w:rsidTr="000B6145" w14:paraId="3BB918C4" w14:textId="77777777">
        <w:tc>
          <w:tcPr>
            <w:tcW w:w="9520" w:type="dxa"/>
          </w:tcPr>
          <w:p w:rsidRPr="009C54AE" w:rsidR="000B6145" w:rsidP="00787146" w:rsidRDefault="000B6145" w14:paraId="37686A0C" w14:textId="43C5D4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Współpraca z podmiotami pracującymi na rzecz rodziny i dziecka</w:t>
            </w:r>
            <w:r>
              <w:rPr>
                <w:rFonts w:ascii="Corbel" w:hAnsi="Corbel"/>
                <w:sz w:val="24"/>
                <w:szCs w:val="24"/>
              </w:rPr>
              <w:t xml:space="preserve"> – interdyscyplinarność.</w:t>
            </w:r>
          </w:p>
        </w:tc>
      </w:tr>
      <w:tr w:rsidRPr="009C54AE" w:rsidR="000B6145" w:rsidTr="000B6145" w14:paraId="06D352D5" w14:textId="77777777">
        <w:tc>
          <w:tcPr>
            <w:tcW w:w="9520" w:type="dxa"/>
          </w:tcPr>
          <w:p w:rsidRPr="009C54AE" w:rsidR="000B6145" w:rsidP="00787146" w:rsidRDefault="000B6145" w14:paraId="2D468E71" w14:textId="176D23D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w ramach zaliczenia planu pracy z rodziną.</w:t>
            </w:r>
          </w:p>
        </w:tc>
      </w:tr>
    </w:tbl>
    <w:p w:rsidRPr="009C54AE" w:rsidR="0085747A" w:rsidP="009C54AE" w:rsidRDefault="0085747A" w14:paraId="269A790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F2197C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0B6145" w:rsidR="000B6145" w:rsidP="00055F4D" w:rsidRDefault="000B6145" w14:paraId="25040FF6" w14:textId="3A7E5CB6">
      <w:pPr>
        <w:pStyle w:val="Punktygwne"/>
        <w:tabs>
          <w:tab w:val="left" w:pos="284"/>
        </w:tabs>
        <w:jc w:val="both"/>
        <w:rPr>
          <w:rFonts w:ascii="Corbel" w:hAnsi="Corbel"/>
          <w:szCs w:val="24"/>
        </w:rPr>
      </w:pPr>
      <w:r w:rsidRPr="000B6145">
        <w:rPr>
          <w:rFonts w:ascii="Corbel" w:hAnsi="Corbel"/>
          <w:szCs w:val="24"/>
        </w:rPr>
        <w:t>Wykład z prezentacją multimedialną, metoda projektów (projekt planu p</w:t>
      </w:r>
      <w:r w:rsidR="00055F4D">
        <w:rPr>
          <w:rFonts w:ascii="Corbel" w:hAnsi="Corbel"/>
          <w:szCs w:val="24"/>
        </w:rPr>
        <w:t>racy</w:t>
      </w:r>
      <w:r w:rsidRPr="000B6145">
        <w:rPr>
          <w:rFonts w:ascii="Corbel" w:hAnsi="Corbel"/>
          <w:szCs w:val="24"/>
        </w:rPr>
        <w:t xml:space="preserve"> </w:t>
      </w:r>
      <w:r>
        <w:rPr>
          <w:rFonts w:ascii="Corbel" w:hAnsi="Corbel"/>
          <w:szCs w:val="24"/>
        </w:rPr>
        <w:t xml:space="preserve">z </w:t>
      </w:r>
      <w:r w:rsidRPr="000B6145">
        <w:rPr>
          <w:rFonts w:ascii="Corbel" w:hAnsi="Corbel"/>
          <w:szCs w:val="24"/>
        </w:rPr>
        <w:t>rodzi</w:t>
      </w:r>
      <w:r>
        <w:rPr>
          <w:rFonts w:ascii="Corbel" w:hAnsi="Corbel"/>
          <w:szCs w:val="24"/>
        </w:rPr>
        <w:t>ną</w:t>
      </w:r>
      <w:r w:rsidRPr="000B6145">
        <w:rPr>
          <w:rFonts w:ascii="Corbel" w:hAnsi="Corbel"/>
          <w:szCs w:val="24"/>
        </w:rPr>
        <w:t>),</w:t>
      </w:r>
      <w:r>
        <w:rPr>
          <w:rFonts w:ascii="Corbel" w:hAnsi="Corbel"/>
          <w:szCs w:val="24"/>
        </w:rPr>
        <w:t xml:space="preserve"> analiza tekstów z dyskusją</w:t>
      </w:r>
      <w:r w:rsidRPr="000B6145">
        <w:rPr>
          <w:rFonts w:ascii="Corbel" w:hAnsi="Corbel"/>
          <w:szCs w:val="24"/>
        </w:rPr>
        <w:t>.</w:t>
      </w:r>
    </w:p>
    <w:p w:rsidR="00E960BB" w:rsidP="009C54AE" w:rsidRDefault="00E960BB" w14:paraId="660B905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4AE143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54AEA1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P="009C54AE" w:rsidRDefault="0085747A" w14:paraId="2604035F" w14:textId="581509E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0B6145" w:rsidP="009C54AE" w:rsidRDefault="000B6145" w14:paraId="3A28DD7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3022D2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Pr="009C54AE" w:rsidR="00EE1ECA" w:rsidTr="00FE19E9" w14:paraId="4C44077B" w14:textId="77777777">
        <w:tc>
          <w:tcPr>
            <w:tcW w:w="1985" w:type="dxa"/>
            <w:vAlign w:val="center"/>
          </w:tcPr>
          <w:p w:rsidRPr="009C54AE" w:rsidR="00EE1ECA" w:rsidP="00FE19E9" w:rsidRDefault="00EE1ECA" w14:paraId="2C4A96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:rsidRPr="009C54AE" w:rsidR="00EE1ECA" w:rsidP="00FE19E9" w:rsidRDefault="00EE1ECA" w14:paraId="448E55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EE1ECA" w:rsidP="00FE19E9" w:rsidRDefault="00EE1ECA" w14:paraId="237E6B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EE1ECA" w:rsidP="00FE19E9" w:rsidRDefault="00EE1ECA" w14:paraId="43F562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EE1ECA" w:rsidP="00FE19E9" w:rsidRDefault="00EE1ECA" w14:paraId="37E0F5D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EE1ECA" w:rsidTr="00FE19E9" w14:paraId="58A66CE3" w14:textId="77777777">
        <w:tc>
          <w:tcPr>
            <w:tcW w:w="1985" w:type="dxa"/>
          </w:tcPr>
          <w:p w:rsidRPr="009C54AE" w:rsidR="00EE1ECA" w:rsidP="00FE19E9" w:rsidRDefault="00EE1ECA" w14:paraId="68DFD3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7E2D57" w:rsidR="00EE1ECA" w:rsidP="00FE19E9" w:rsidRDefault="00EE1ECA" w14:paraId="6DBCCD9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E2D57">
              <w:rPr>
                <w:rFonts w:ascii="Corbel" w:hAnsi="Corbel"/>
                <w:b w:val="0"/>
                <w:szCs w:val="24"/>
              </w:rPr>
              <w:t xml:space="preserve">obserwacja w trakcie zajęć, projekt planu pomocy rodzinie </w:t>
            </w:r>
          </w:p>
        </w:tc>
        <w:tc>
          <w:tcPr>
            <w:tcW w:w="2126" w:type="dxa"/>
          </w:tcPr>
          <w:p w:rsidRPr="009C54AE" w:rsidR="00EE1ECA" w:rsidP="00FE19E9" w:rsidRDefault="00EE1ECA" w14:paraId="7F28BB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EE1ECA" w:rsidTr="00FE19E9" w14:paraId="3360AF33" w14:textId="77777777">
        <w:tc>
          <w:tcPr>
            <w:tcW w:w="1985" w:type="dxa"/>
          </w:tcPr>
          <w:p w:rsidRPr="009C54AE" w:rsidR="00EE1ECA" w:rsidP="00FE19E9" w:rsidRDefault="00EE1ECA" w14:paraId="03AC1A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7E2D57" w:rsidR="00EE1ECA" w:rsidP="00FE19E9" w:rsidRDefault="00EE1ECA" w14:paraId="7C79F40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E2D57">
              <w:rPr>
                <w:rFonts w:ascii="Corbel" w:hAnsi="Corbel"/>
                <w:b w:val="0"/>
                <w:szCs w:val="24"/>
              </w:rPr>
              <w:t>obserwacja w trakcie zajęć, projekt planu pomocy rodzinie</w:t>
            </w:r>
          </w:p>
        </w:tc>
        <w:tc>
          <w:tcPr>
            <w:tcW w:w="2126" w:type="dxa"/>
          </w:tcPr>
          <w:p w:rsidRPr="009C54AE" w:rsidR="00EE1ECA" w:rsidP="00FE19E9" w:rsidRDefault="00EE1ECA" w14:paraId="6D92CA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EE1ECA" w:rsidTr="00FE19E9" w14:paraId="72198F60" w14:textId="77777777">
        <w:tc>
          <w:tcPr>
            <w:tcW w:w="1985" w:type="dxa"/>
          </w:tcPr>
          <w:p w:rsidRPr="009C54AE" w:rsidR="00EE1ECA" w:rsidP="00FE19E9" w:rsidRDefault="00EE1ECA" w14:paraId="1F2E0A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7E2D57" w:rsidR="00EE1ECA" w:rsidP="00FE19E9" w:rsidRDefault="00EE1ECA" w14:paraId="444EE0F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E2D57">
              <w:rPr>
                <w:rFonts w:ascii="Corbel" w:hAnsi="Corbel"/>
                <w:b w:val="0"/>
                <w:szCs w:val="24"/>
              </w:rPr>
              <w:t>obserwacja w trakcie zajęć, projekt planu pomocy rodzinie</w:t>
            </w:r>
          </w:p>
        </w:tc>
        <w:tc>
          <w:tcPr>
            <w:tcW w:w="2126" w:type="dxa"/>
          </w:tcPr>
          <w:p w:rsidRPr="009C54AE" w:rsidR="00EE1ECA" w:rsidP="00FE19E9" w:rsidRDefault="00EE1ECA" w14:paraId="2119B3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EE1ECA" w:rsidTr="00FE19E9" w14:paraId="3B98873C" w14:textId="77777777">
        <w:tc>
          <w:tcPr>
            <w:tcW w:w="1985" w:type="dxa"/>
          </w:tcPr>
          <w:p w:rsidRPr="009C54AE" w:rsidR="00EE1ECA" w:rsidP="00FE19E9" w:rsidRDefault="00EE1ECA" w14:paraId="599E39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7E2D57" w:rsidR="00EE1ECA" w:rsidP="00FE19E9" w:rsidRDefault="00EE1ECA" w14:paraId="261A7FE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E2D57">
              <w:rPr>
                <w:rFonts w:ascii="Corbel" w:hAnsi="Corbel"/>
                <w:b w:val="0"/>
                <w:szCs w:val="24"/>
              </w:rPr>
              <w:t>projekt planu pomocy rodzinie</w:t>
            </w:r>
          </w:p>
        </w:tc>
        <w:tc>
          <w:tcPr>
            <w:tcW w:w="2126" w:type="dxa"/>
          </w:tcPr>
          <w:p w:rsidRPr="009C54AE" w:rsidR="00EE1ECA" w:rsidP="00FE19E9" w:rsidRDefault="00EE1ECA" w14:paraId="61A96B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EE1ECA" w:rsidTr="00FE19E9" w14:paraId="746CD444" w14:textId="77777777">
        <w:tc>
          <w:tcPr>
            <w:tcW w:w="1985" w:type="dxa"/>
          </w:tcPr>
          <w:p w:rsidRPr="009C54AE" w:rsidR="00EE1ECA" w:rsidP="00FE19E9" w:rsidRDefault="00EE1ECA" w14:paraId="6588EF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7E2D57" w:rsidR="00EE1ECA" w:rsidP="00FE19E9" w:rsidRDefault="00EE1ECA" w14:paraId="5162624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E2D57">
              <w:rPr>
                <w:rFonts w:ascii="Corbel" w:hAnsi="Corbel"/>
                <w:b w:val="0"/>
                <w:szCs w:val="24"/>
              </w:rPr>
              <w:t>obserwacja w trakcie zajęć, projekt planu pomocy rodzinie</w:t>
            </w:r>
          </w:p>
        </w:tc>
        <w:tc>
          <w:tcPr>
            <w:tcW w:w="2126" w:type="dxa"/>
          </w:tcPr>
          <w:p w:rsidRPr="009C54AE" w:rsidR="00EE1ECA" w:rsidP="00FE19E9" w:rsidRDefault="00EE1ECA" w14:paraId="466038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EE1ECA" w:rsidTr="00FE19E9" w14:paraId="04DF1B1B" w14:textId="77777777">
        <w:tc>
          <w:tcPr>
            <w:tcW w:w="1985" w:type="dxa"/>
          </w:tcPr>
          <w:p w:rsidRPr="009C54AE" w:rsidR="00EE1ECA" w:rsidP="00FE19E9" w:rsidRDefault="00EE1ECA" w14:paraId="0E1824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7E2D57" w:rsidR="00EE1ECA" w:rsidP="00FE19E9" w:rsidRDefault="00EE1ECA" w14:paraId="4F3736A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E2D57">
              <w:rPr>
                <w:rFonts w:ascii="Corbel" w:hAnsi="Corbel"/>
                <w:b w:val="0"/>
                <w:szCs w:val="24"/>
              </w:rPr>
              <w:t>projekt planu pomocy rodzinie</w:t>
            </w:r>
          </w:p>
        </w:tc>
        <w:tc>
          <w:tcPr>
            <w:tcW w:w="2126" w:type="dxa"/>
          </w:tcPr>
          <w:p w:rsidRPr="009C54AE" w:rsidR="00EE1ECA" w:rsidP="00FE19E9" w:rsidRDefault="00EE1ECA" w14:paraId="1439B4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EE1ECA" w:rsidTr="00FE19E9" w14:paraId="3FE4349C" w14:textId="77777777">
        <w:tc>
          <w:tcPr>
            <w:tcW w:w="1985" w:type="dxa"/>
          </w:tcPr>
          <w:p w:rsidRPr="009C54AE" w:rsidR="00EE1ECA" w:rsidP="00FE19E9" w:rsidRDefault="00EE1ECA" w14:paraId="7E1F8B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Pr="007E2D57" w:rsidR="00EE1ECA" w:rsidP="00FE19E9" w:rsidRDefault="00EE1ECA" w14:paraId="1B493C3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E2D57">
              <w:rPr>
                <w:rFonts w:ascii="Corbel" w:hAnsi="Corbel"/>
                <w:b w:val="0"/>
                <w:szCs w:val="24"/>
              </w:rPr>
              <w:t>obserwacja w trakcie zaję</w:t>
            </w:r>
            <w:r>
              <w:rPr>
                <w:rFonts w:ascii="Corbel" w:hAnsi="Corbel"/>
                <w:b w:val="0"/>
                <w:szCs w:val="24"/>
              </w:rPr>
              <w:t>ć</w:t>
            </w:r>
          </w:p>
        </w:tc>
        <w:tc>
          <w:tcPr>
            <w:tcW w:w="2126" w:type="dxa"/>
          </w:tcPr>
          <w:p w:rsidRPr="009C54AE" w:rsidR="00EE1ECA" w:rsidP="00FE19E9" w:rsidRDefault="00EE1ECA" w14:paraId="639756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EE1ECA" w:rsidTr="00FE19E9" w14:paraId="766FB2AE" w14:textId="77777777">
        <w:tc>
          <w:tcPr>
            <w:tcW w:w="1985" w:type="dxa"/>
          </w:tcPr>
          <w:p w:rsidRPr="009C54AE" w:rsidR="00EE1ECA" w:rsidP="00FE19E9" w:rsidRDefault="00EE1ECA" w14:paraId="30C32C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Pr="007E2D57" w:rsidR="00EE1ECA" w:rsidP="00FE19E9" w:rsidRDefault="00EE1ECA" w14:paraId="4A9880B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E2D57">
              <w:rPr>
                <w:rFonts w:ascii="Corbel" w:hAnsi="Corbel"/>
                <w:b w:val="0"/>
                <w:szCs w:val="24"/>
              </w:rPr>
              <w:t>obserwacja w trakcie zaję</w:t>
            </w:r>
            <w:r>
              <w:rPr>
                <w:rFonts w:ascii="Corbel" w:hAnsi="Corbel"/>
                <w:b w:val="0"/>
                <w:szCs w:val="24"/>
              </w:rPr>
              <w:t>ć</w:t>
            </w:r>
          </w:p>
        </w:tc>
        <w:tc>
          <w:tcPr>
            <w:tcW w:w="2126" w:type="dxa"/>
          </w:tcPr>
          <w:p w:rsidRPr="009C54AE" w:rsidR="00EE1ECA" w:rsidP="00FE19E9" w:rsidRDefault="00EE1ECA" w14:paraId="578DCF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23EA867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735899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BEBD76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1CE4295" w14:textId="77777777">
        <w:tc>
          <w:tcPr>
            <w:tcW w:w="9670" w:type="dxa"/>
          </w:tcPr>
          <w:p w:rsidR="009C24DD" w:rsidP="009C24DD" w:rsidRDefault="009C24DD" w14:paraId="36C7EB2F" w14:textId="7119A108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planu pracy z rodziną </w:t>
            </w:r>
            <w:r w:rsidRPr="007E2D57">
              <w:rPr>
                <w:rFonts w:ascii="Corbel" w:hAnsi="Corbel"/>
                <w:sz w:val="24"/>
                <w:szCs w:val="24"/>
              </w:rPr>
              <w:t xml:space="preserve">(100% oceny końcowej). </w:t>
            </w:r>
          </w:p>
          <w:p w:rsidRPr="007E2D57" w:rsidR="009C24DD" w:rsidP="009C24DD" w:rsidRDefault="009C24DD" w14:paraId="2E964B8F" w14:textId="77777777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2D57">
              <w:rPr>
                <w:rFonts w:ascii="Corbel" w:hAnsi="Corbel"/>
                <w:sz w:val="24"/>
                <w:szCs w:val="24"/>
              </w:rPr>
              <w:t>Dodatkowo punktowana jest również aktywność podczas zajęć (maksymalnie dodatkowych 10% do oceny końcowej</w:t>
            </w:r>
            <w:r>
              <w:rPr>
                <w:rFonts w:ascii="Corbel" w:hAnsi="Corbel"/>
                <w:sz w:val="24"/>
                <w:szCs w:val="24"/>
              </w:rPr>
              <w:t>, jednakże wynik nie może przekroczyć 100%</w:t>
            </w:r>
            <w:r w:rsidRPr="007E2D57">
              <w:rPr>
                <w:rFonts w:ascii="Corbel" w:hAnsi="Corbel"/>
                <w:sz w:val="24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:rsidRPr="007E2D57" w:rsidR="009C24DD" w:rsidP="009C24DD" w:rsidRDefault="009C24DD" w14:paraId="56DD6C7D" w14:textId="77777777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2D57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Pr="007E2D57" w:rsidR="009C24DD" w:rsidP="009C24DD" w:rsidRDefault="009C24DD" w14:paraId="0797D274" w14:textId="77777777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2D57"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Pr="007E2D57" w:rsidR="009C24DD" w:rsidP="009C24DD" w:rsidRDefault="009C24DD" w14:paraId="667153DA" w14:textId="77777777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2D57">
              <w:rPr>
                <w:rFonts w:ascii="Corbel" w:hAnsi="Corbel"/>
                <w:sz w:val="24"/>
                <w:szCs w:val="24"/>
              </w:rPr>
              <w:t>• 73% - 81% (4.0)</w:t>
            </w:r>
          </w:p>
          <w:p w:rsidRPr="007E2D57" w:rsidR="009C24DD" w:rsidP="009C24DD" w:rsidRDefault="009C24DD" w14:paraId="24AAB660" w14:textId="77777777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2D57"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Pr="007E2D57" w:rsidR="009C24DD" w:rsidP="009C24DD" w:rsidRDefault="009C24DD" w14:paraId="44235518" w14:textId="77777777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2D57"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Pr="009C54AE" w:rsidR="0085747A" w:rsidP="009C54AE" w:rsidRDefault="009C24DD" w14:paraId="0A95D9B9" w14:textId="7F439C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2D57">
              <w:rPr>
                <w:rFonts w:ascii="Corbel" w:hAnsi="Corbel"/>
                <w:b w:val="0"/>
                <w:smallCaps w:val="0"/>
                <w:szCs w:val="24"/>
              </w:rPr>
              <w:t>• poniżej 55% (2.0)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85747A" w:rsidP="009C54AE" w:rsidRDefault="0085747A" w14:paraId="50DD26B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F2248F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155FE7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9C24DD" w14:paraId="773C840E" w14:textId="77777777">
        <w:tc>
          <w:tcPr>
            <w:tcW w:w="4902" w:type="dxa"/>
            <w:vAlign w:val="center"/>
          </w:tcPr>
          <w:p w:rsidRPr="009C54AE" w:rsidR="0085747A" w:rsidP="009C54AE" w:rsidRDefault="00C61DC5" w14:paraId="0B0F700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6A486AF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9C24DD" w:rsidTr="009C24DD" w14:paraId="388A9C12" w14:textId="77777777">
        <w:tc>
          <w:tcPr>
            <w:tcW w:w="4902" w:type="dxa"/>
          </w:tcPr>
          <w:p w:rsidRPr="009C54AE" w:rsidR="009C24DD" w:rsidP="009C24DD" w:rsidRDefault="009C24DD" w14:paraId="67A316B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9C24DD" w:rsidP="009C24DD" w:rsidRDefault="009C24DD" w14:paraId="76ABD155" w14:textId="28A0F7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9C24DD" w:rsidTr="009C24DD" w14:paraId="019A4AD8" w14:textId="77777777">
        <w:tc>
          <w:tcPr>
            <w:tcW w:w="4902" w:type="dxa"/>
          </w:tcPr>
          <w:p w:rsidRPr="009C54AE" w:rsidR="009C24DD" w:rsidP="009C24DD" w:rsidRDefault="009C24DD" w14:paraId="3892317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9C24DD" w:rsidP="009C24DD" w:rsidRDefault="009C24DD" w14:paraId="5B813E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9C54AE" w:rsidR="009C24DD" w:rsidP="009C24DD" w:rsidRDefault="009C24DD" w14:paraId="08536019" w14:textId="424D6D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9C24DD" w:rsidTr="009C24DD" w14:paraId="5EEBD396" w14:textId="77777777">
        <w:tc>
          <w:tcPr>
            <w:tcW w:w="4902" w:type="dxa"/>
          </w:tcPr>
          <w:p w:rsidRPr="009C54AE" w:rsidR="009C24DD" w:rsidP="009C24DD" w:rsidRDefault="009C24DD" w14:paraId="0C4F576B" w14:textId="334612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544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9C54AE" w:rsidR="009C24DD" w:rsidP="009C24DD" w:rsidRDefault="009C24DD" w14:paraId="5AD95702" w14:textId="2F6204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Pr="009C54AE" w:rsidR="009C24DD" w:rsidTr="009C24DD" w14:paraId="58926F40" w14:textId="77777777">
        <w:tc>
          <w:tcPr>
            <w:tcW w:w="4902" w:type="dxa"/>
          </w:tcPr>
          <w:p w:rsidRPr="009C54AE" w:rsidR="009C24DD" w:rsidP="009C24DD" w:rsidRDefault="009C24DD" w14:paraId="1820FA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9C24DD" w:rsidP="009C24DD" w:rsidRDefault="009C24DD" w14:paraId="442B9F7E" w14:textId="5E51B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9C24DD" w:rsidTr="009C24DD" w14:paraId="173F231A" w14:textId="77777777">
        <w:tc>
          <w:tcPr>
            <w:tcW w:w="4902" w:type="dxa"/>
          </w:tcPr>
          <w:p w:rsidRPr="009C54AE" w:rsidR="009C24DD" w:rsidP="009C24DD" w:rsidRDefault="009C24DD" w14:paraId="04C2D93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9C54AE" w:rsidR="009C24DD" w:rsidP="009C24DD" w:rsidRDefault="009C24DD" w14:paraId="4214138F" w14:textId="00D8AA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7006A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6C32613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3C8E48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CF415F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AFC69E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49A2D157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307842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F54487" w:rsidRDefault="00F54487" w14:paraId="109BF215" w14:textId="223DD7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71620A" w14:paraId="74ACA9A6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645DB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F54487" w:rsidRDefault="00F54487" w14:paraId="4112434D" w14:textId="397AB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1EF54CD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392114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5AE831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E96F1B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name="_GoBack" w:id="0"/>
      <w:bookmarkEnd w:id="0"/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8F765A" w:rsidR="00FF24E8" w:rsidTr="00300191" w14:paraId="0DF82D2E" w14:textId="77777777">
        <w:trPr>
          <w:trHeight w:val="397"/>
        </w:trPr>
        <w:tc>
          <w:tcPr>
            <w:tcW w:w="7513" w:type="dxa"/>
          </w:tcPr>
          <w:p w:rsidRPr="003D55A8" w:rsidR="00FF24E8" w:rsidP="00300191" w:rsidRDefault="00FF24E8" w14:paraId="5446FB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55A8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:rsidRPr="00922402" w:rsidR="00FF24E8" w:rsidP="00300191" w:rsidRDefault="00FF24E8" w14:paraId="4224923E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color w:val="000000"/>
                <w:szCs w:val="24"/>
              </w:rPr>
            </w:pPr>
            <w:r w:rsidRPr="001D6A5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De Jong P., Berg I. K.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(2007).</w:t>
            </w:r>
            <w:r w:rsidRPr="001D6A5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3F106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Rozmowy o rozwiązaniach. Ćwiczenia dla studentów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Kraków: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Księgarnia Akademicka.</w:t>
            </w:r>
          </w:p>
          <w:p w:rsidRPr="00F329DB" w:rsidR="00FF24E8" w:rsidP="00300191" w:rsidRDefault="00FF24E8" w14:paraId="100B2E5E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F329DB">
              <w:rPr>
                <w:rFonts w:ascii="Corbel" w:hAnsi="Corbel"/>
                <w:b w:val="0"/>
                <w:smallCaps w:val="0"/>
                <w:szCs w:val="24"/>
              </w:rPr>
              <w:t>gnasik</w:t>
            </w:r>
            <w:proofErr w:type="spellEnd"/>
            <w:r w:rsidRPr="00F329DB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F329DB">
              <w:rPr>
                <w:rFonts w:ascii="Corbel" w:hAnsi="Corbel"/>
                <w:b w:val="0"/>
                <w:smallCaps w:val="0"/>
                <w:szCs w:val="24"/>
              </w:rPr>
              <w:t>Olber</w:t>
            </w:r>
            <w:proofErr w:type="spellEnd"/>
            <w:r w:rsidRPr="00F329DB">
              <w:rPr>
                <w:rFonts w:ascii="Corbel" w:hAnsi="Corbel"/>
                <w:b w:val="0"/>
                <w:smallCaps w:val="0"/>
                <w:szCs w:val="24"/>
              </w:rPr>
              <w:t xml:space="preserve"> E., Maciejewska-Dłubała M., Kubiak-</w:t>
            </w:r>
            <w:proofErr w:type="spellStart"/>
            <w:r w:rsidRPr="00F329DB">
              <w:rPr>
                <w:rFonts w:ascii="Corbel" w:hAnsi="Corbel"/>
                <w:b w:val="0"/>
                <w:smallCaps w:val="0"/>
                <w:szCs w:val="24"/>
              </w:rPr>
              <w:t>Hornaitko</w:t>
            </w:r>
            <w:proofErr w:type="spellEnd"/>
            <w:r w:rsidRPr="00F329DB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(2014).</w:t>
            </w:r>
            <w:r w:rsidRPr="00F329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29DB">
              <w:rPr>
                <w:rFonts w:ascii="Corbel" w:hAnsi="Corbel"/>
                <w:b w:val="0"/>
                <w:i/>
                <w:smallCaps w:val="0"/>
                <w:szCs w:val="24"/>
              </w:rPr>
              <w:t>Narzędzia pracy socjalnej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F329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F329DB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F765A">
              <w:rPr>
                <w:rFonts w:ascii="Corbel" w:hAnsi="Corbel"/>
                <w:b w:val="0"/>
                <w:smallCaps w:val="0"/>
                <w:szCs w:val="24"/>
              </w:rPr>
              <w:t>https://www.wrzos.org.pl/projekt1.18/?id=121&amp;m=40</w:t>
            </w:r>
          </w:p>
          <w:p w:rsidRPr="003C696D" w:rsidR="00FF24E8" w:rsidP="00300191" w:rsidRDefault="00FF24E8" w14:paraId="17FE7776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(2012). </w:t>
            </w:r>
            <w:r w:rsidRPr="003F106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działania asystenta rodziny. Różne modele pracy socjalnej i terapeutycznej z rodziną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Katowice: Wyd. „Śląsk”.</w:t>
            </w:r>
          </w:p>
          <w:p w:rsidRPr="00565D47" w:rsidR="00FF24E8" w:rsidP="00300191" w:rsidRDefault="00FF24E8" w14:paraId="18399CE5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(2013). </w:t>
            </w:r>
            <w:r w:rsidRPr="00A323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Zawód asystenta rodziny w procesie profesjonalizacji. Wstęp do teorii i praktyki nowej profesji społecznej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Toruń: Akapit.</w:t>
            </w:r>
          </w:p>
          <w:p w:rsidR="00FF24E8" w:rsidP="00300191" w:rsidRDefault="00FF24E8" w14:paraId="7544CB6A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Ustawa z  dnia 9  czerwca 2011 r.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wspieraniu rodziny i  systemie pieczy zastępczej (Dz. U. Z 2016 r., poz. 575 z </w:t>
            </w:r>
            <w:proofErr w:type="spellStart"/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</w:t>
            </w:r>
            <w:proofErr w:type="spellEnd"/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 </w:t>
            </w:r>
            <w:proofErr w:type="spellStart"/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Zm</w:t>
            </w:r>
            <w:proofErr w:type="spellEnd"/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 </w:t>
            </w:r>
          </w:p>
          <w:p w:rsidRPr="008F765A" w:rsidR="00FF24E8" w:rsidP="00300191" w:rsidRDefault="00FF24E8" w14:paraId="6B3C939F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Wielgos-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(red.). (2015).</w:t>
            </w:r>
            <w:r w:rsidRPr="00A747C8">
              <w:rPr>
                <w:rFonts w:ascii="Corbel" w:hAnsi="Corbel"/>
                <w:i/>
                <w:color w:val="000000"/>
                <w:szCs w:val="24"/>
              </w:rPr>
              <w:t xml:space="preserve"> </w:t>
            </w:r>
            <w:r w:rsidRPr="00A747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Obszary wsparcia rodziny w doświadczeniu lokalnym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Rzeszów: Wyd. Uniwersytetu Rzeszowskiego.</w:t>
            </w:r>
          </w:p>
        </w:tc>
      </w:tr>
      <w:tr w:rsidRPr="0048548A" w:rsidR="00FF24E8" w:rsidTr="00300191" w14:paraId="2BCFB2F9" w14:textId="77777777">
        <w:trPr>
          <w:trHeight w:val="397"/>
        </w:trPr>
        <w:tc>
          <w:tcPr>
            <w:tcW w:w="7513" w:type="dxa"/>
          </w:tcPr>
          <w:p w:rsidRPr="003D55A8" w:rsidR="00FF24E8" w:rsidP="00300191" w:rsidRDefault="00FF24E8" w14:paraId="04E9FF4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55A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:rsidR="00FF24E8" w:rsidP="00300191" w:rsidRDefault="00FF24E8" w14:paraId="1FF2F7CC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Kołaczkowski B., Ratajczak M. (2013). </w:t>
            </w:r>
            <w:r w:rsidRPr="00C3588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 społeczna: wybrane instytucje pomocy rodzinie i dziecku.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58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Lex a Wolters Kluwer business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C3588A" w:rsidR="00FF24E8" w:rsidP="00300191" w:rsidRDefault="00FF24E8" w14:paraId="47191F02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(2011).</w:t>
            </w: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445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w praktyce asystenta rodziny. Przykład podejścia skoncentrowanego na rozwiązaniach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Wyd. Śląsk.</w:t>
            </w:r>
          </w:p>
          <w:p w:rsidRPr="0048548A" w:rsidR="00FF24E8" w:rsidP="00300191" w:rsidRDefault="00FF24E8" w14:paraId="29C757A9" w14:textId="77777777">
            <w:pPr>
              <w:spacing w:after="0"/>
              <w:ind w:firstLine="342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48548A">
              <w:rPr>
                <w:rFonts w:ascii="Corbel" w:hAnsi="Corbel"/>
                <w:color w:val="000000"/>
                <w:sz w:val="24"/>
                <w:szCs w:val="24"/>
              </w:rPr>
              <w:t>Robertis</w:t>
            </w:r>
            <w:proofErr w:type="spellEnd"/>
            <w:r w:rsidRPr="0048548A">
              <w:rPr>
                <w:rFonts w:ascii="Corbel" w:hAnsi="Corbel"/>
                <w:color w:val="000000"/>
                <w:sz w:val="24"/>
                <w:szCs w:val="24"/>
              </w:rPr>
              <w:t xml:space="preserve"> C. De. (1998). </w:t>
            </w:r>
            <w:r w:rsidRPr="0048548A">
              <w:rPr>
                <w:rFonts w:ascii="Corbel" w:hAnsi="Corbel"/>
                <w:i/>
                <w:color w:val="000000"/>
                <w:sz w:val="24"/>
                <w:szCs w:val="24"/>
              </w:rPr>
              <w:t>Metodyka działania w pracy socjalnej</w:t>
            </w:r>
            <w:r w:rsidRPr="0048548A">
              <w:rPr>
                <w:rFonts w:ascii="Corbel" w:hAnsi="Corbel"/>
                <w:color w:val="000000"/>
                <w:sz w:val="24"/>
                <w:szCs w:val="24"/>
              </w:rPr>
              <w:t>, Katowice:</w:t>
            </w:r>
            <w:r w:rsidRPr="0048548A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 </w:t>
            </w:r>
            <w:r w:rsidRPr="0048548A">
              <w:rPr>
                <w:rFonts w:ascii="Corbel" w:hAnsi="Corbel"/>
                <w:bCs/>
                <w:color w:val="000000"/>
                <w:sz w:val="24"/>
                <w:szCs w:val="24"/>
              </w:rPr>
              <w:t>Wyd. Śląsk</w:t>
            </w:r>
            <w:r w:rsidRPr="0048548A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FF24E8" w:rsidP="00300191" w:rsidRDefault="00FF24E8" w14:paraId="5F7AB041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Rosengren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B. (2013). 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umiejętności w Dialogu Motywującym. Podręcznik praktyka z ćwiczeniami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C358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Jagiellońskiego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48548A" w:rsidR="00FF24E8" w:rsidP="00300191" w:rsidRDefault="00FF24E8" w14:paraId="00C8A0DB" w14:textId="77777777">
            <w:pPr>
              <w:spacing w:after="0"/>
              <w:ind w:firstLine="342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8548A">
              <w:rPr>
                <w:rFonts w:ascii="Corbel" w:hAnsi="Corbel"/>
                <w:color w:val="000000"/>
                <w:sz w:val="24"/>
                <w:szCs w:val="24"/>
              </w:rPr>
              <w:t xml:space="preserve">Szczepkowski J. (2017). </w:t>
            </w:r>
            <w:r w:rsidRPr="0048548A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Praca socjalna – Podejście Skoncentrowane na Rozwiązaniach</w:t>
            </w:r>
            <w:r w:rsidRPr="0048548A">
              <w:rPr>
                <w:rFonts w:ascii="Corbel" w:hAnsi="Corbel"/>
                <w:color w:val="000000"/>
                <w:sz w:val="24"/>
                <w:szCs w:val="24"/>
              </w:rPr>
              <w:t>. Toruń: Akapit.</w:t>
            </w:r>
          </w:p>
        </w:tc>
      </w:tr>
    </w:tbl>
    <w:p w:rsidRPr="009C54AE" w:rsidR="0085747A" w:rsidP="009C54AE" w:rsidRDefault="0085747A" w14:paraId="5FC2D04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FBDA18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796" w:rsidP="00C16ABF" w:rsidRDefault="009F1796" w14:paraId="6389AF46" w14:textId="77777777">
      <w:pPr>
        <w:spacing w:after="0" w:line="240" w:lineRule="auto"/>
      </w:pPr>
      <w:r>
        <w:separator/>
      </w:r>
    </w:p>
  </w:endnote>
  <w:endnote w:type="continuationSeparator" w:id="0">
    <w:p w:rsidR="009F1796" w:rsidP="00C16ABF" w:rsidRDefault="009F1796" w14:paraId="4997F5E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9639594"/>
      <w:docPartObj>
        <w:docPartGallery w:val="Page Numbers (Bottom of Page)"/>
        <w:docPartUnique/>
      </w:docPartObj>
    </w:sdtPr>
    <w:sdtEndPr/>
    <w:sdtContent>
      <w:p w:rsidR="00EF1DBC" w:rsidRDefault="00EF1DBC" w14:paraId="6AEBE584" w14:textId="487AB62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4E8">
          <w:rPr>
            <w:noProof/>
          </w:rPr>
          <w:t>5</w:t>
        </w:r>
        <w:r>
          <w:fldChar w:fldCharType="end"/>
        </w:r>
      </w:p>
    </w:sdtContent>
  </w:sdt>
  <w:p w:rsidR="00EF1DBC" w:rsidRDefault="00EF1DBC" w14:paraId="44F104A3" w14:textId="777777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796" w:rsidP="00C16ABF" w:rsidRDefault="009F1796" w14:paraId="78044C11" w14:textId="77777777">
      <w:pPr>
        <w:spacing w:after="0" w:line="240" w:lineRule="auto"/>
      </w:pPr>
      <w:r>
        <w:separator/>
      </w:r>
    </w:p>
  </w:footnote>
  <w:footnote w:type="continuationSeparator" w:id="0">
    <w:p w:rsidR="009F1796" w:rsidP="00C16ABF" w:rsidRDefault="009F1796" w14:paraId="5991E828" w14:textId="77777777">
      <w:pPr>
        <w:spacing w:after="0" w:line="240" w:lineRule="auto"/>
      </w:pPr>
      <w:r>
        <w:continuationSeparator/>
      </w:r>
    </w:p>
  </w:footnote>
  <w:footnote w:id="1">
    <w:p w:rsidR="00EE1ECA" w:rsidP="00EE1ECA" w:rsidRDefault="00EE1ECA" w14:paraId="7562E1E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8430C"/>
    <w:multiLevelType w:val="hybridMultilevel"/>
    <w:tmpl w:val="1E9A4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72B11"/>
    <w:multiLevelType w:val="hybridMultilevel"/>
    <w:tmpl w:val="169C9B8E"/>
    <w:lvl w:ilvl="0" w:tplc="427CDC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3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F4D"/>
    <w:rsid w:val="00064BD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145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36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0995"/>
    <w:rsid w:val="005E6E85"/>
    <w:rsid w:val="005F07C0"/>
    <w:rsid w:val="005F31D2"/>
    <w:rsid w:val="0061029B"/>
    <w:rsid w:val="006159CB"/>
    <w:rsid w:val="00617230"/>
    <w:rsid w:val="00621CE1"/>
    <w:rsid w:val="00627FC9"/>
    <w:rsid w:val="00647FA8"/>
    <w:rsid w:val="00650C5F"/>
    <w:rsid w:val="00652298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146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991"/>
    <w:rsid w:val="00884922"/>
    <w:rsid w:val="00885F64"/>
    <w:rsid w:val="008917F9"/>
    <w:rsid w:val="00897F14"/>
    <w:rsid w:val="008A45F7"/>
    <w:rsid w:val="008A7419"/>
    <w:rsid w:val="008C0CC0"/>
    <w:rsid w:val="008C19A9"/>
    <w:rsid w:val="008C379D"/>
    <w:rsid w:val="008C5147"/>
    <w:rsid w:val="008C5359"/>
    <w:rsid w:val="008C5363"/>
    <w:rsid w:val="008D3DFB"/>
    <w:rsid w:val="008E64F4"/>
    <w:rsid w:val="008E6652"/>
    <w:rsid w:val="008F12C9"/>
    <w:rsid w:val="008F6E29"/>
    <w:rsid w:val="00916188"/>
    <w:rsid w:val="00923D7D"/>
    <w:rsid w:val="009508DF"/>
    <w:rsid w:val="00950DAC"/>
    <w:rsid w:val="00954A07"/>
    <w:rsid w:val="009843F1"/>
    <w:rsid w:val="00997F14"/>
    <w:rsid w:val="009A78D9"/>
    <w:rsid w:val="009C24DD"/>
    <w:rsid w:val="009C3E31"/>
    <w:rsid w:val="009C54AE"/>
    <w:rsid w:val="009C788E"/>
    <w:rsid w:val="009D3F3B"/>
    <w:rsid w:val="009E0543"/>
    <w:rsid w:val="009E3B41"/>
    <w:rsid w:val="009F1796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BC2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690"/>
    <w:rsid w:val="00B607DB"/>
    <w:rsid w:val="00B66529"/>
    <w:rsid w:val="00B75946"/>
    <w:rsid w:val="00B7743D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4E0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2294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29CD"/>
    <w:rsid w:val="00DF320D"/>
    <w:rsid w:val="00DF71C8"/>
    <w:rsid w:val="00E129B8"/>
    <w:rsid w:val="00E21E7D"/>
    <w:rsid w:val="00E22FBC"/>
    <w:rsid w:val="00E24BF5"/>
    <w:rsid w:val="00E25338"/>
    <w:rsid w:val="00E51E44"/>
    <w:rsid w:val="00E52440"/>
    <w:rsid w:val="00E63348"/>
    <w:rsid w:val="00E742AA"/>
    <w:rsid w:val="00E77E88"/>
    <w:rsid w:val="00E8107D"/>
    <w:rsid w:val="00E960BB"/>
    <w:rsid w:val="00EA2074"/>
    <w:rsid w:val="00EA4832"/>
    <w:rsid w:val="00EA4E9D"/>
    <w:rsid w:val="00EC35A3"/>
    <w:rsid w:val="00EC4899"/>
    <w:rsid w:val="00ED03AB"/>
    <w:rsid w:val="00ED32D2"/>
    <w:rsid w:val="00EE1ECA"/>
    <w:rsid w:val="00EE32DE"/>
    <w:rsid w:val="00EE5457"/>
    <w:rsid w:val="00EF1DBC"/>
    <w:rsid w:val="00F00233"/>
    <w:rsid w:val="00F02A27"/>
    <w:rsid w:val="00F070AB"/>
    <w:rsid w:val="00F17567"/>
    <w:rsid w:val="00F27A7B"/>
    <w:rsid w:val="00F526AF"/>
    <w:rsid w:val="00F54487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4E8"/>
    <w:rsid w:val="00FF5E7D"/>
    <w:rsid w:val="219549DF"/>
    <w:rsid w:val="325F6BE9"/>
    <w:rsid w:val="5C73851C"/>
    <w:rsid w:val="5F3C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4AEC2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11f5bb52c2994be7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7ced4e-9890-4e4d-9667-1f00b1db4a28}"/>
      </w:docPartPr>
      <w:docPartBody>
        <w:p w14:paraId="3686CC52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171825-B6F8-4D58-A3C0-E9030AC00E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CBEEF3-B57B-4317-AF55-51BDD64288CD}"/>
</file>

<file path=customXml/itemProps3.xml><?xml version="1.0" encoding="utf-8"?>
<ds:datastoreItem xmlns:ds="http://schemas.openxmlformats.org/officeDocument/2006/customXml" ds:itemID="{A72E1B6B-2118-4600-A11E-7C315E0B86CE}"/>
</file>

<file path=customXml/itemProps4.xml><?xml version="1.0" encoding="utf-8"?>
<ds:datastoreItem xmlns:ds="http://schemas.openxmlformats.org/officeDocument/2006/customXml" ds:itemID="{DCF04DAA-33CE-4227-84CF-595B55C129E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5</revision>
  <lastPrinted>2019-02-06T12:12:00.0000000Z</lastPrinted>
  <dcterms:created xsi:type="dcterms:W3CDTF">2020-10-28T05:06:00.0000000Z</dcterms:created>
  <dcterms:modified xsi:type="dcterms:W3CDTF">2021-10-05T17:02:48.5911975Z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